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0B0" w:rsidRDefault="008C70B0" w:rsidP="002A573F">
      <w:pPr>
        <w:pStyle w:val="Heading1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4.25pt;visibility:visible">
            <v:imagedata r:id="rId4" o:title="" gain="79922f" blacklevel="-5898f"/>
          </v:shape>
        </w:pict>
      </w:r>
    </w:p>
    <w:p w:rsidR="008C70B0" w:rsidRPr="004926AC" w:rsidRDefault="008C70B0" w:rsidP="004926AC"/>
    <w:p w:rsidR="008C70B0" w:rsidRDefault="008C70B0" w:rsidP="002A573F">
      <w:pPr>
        <w:jc w:val="center"/>
        <w:rPr>
          <w:b/>
          <w:bCs/>
          <w:sz w:val="28"/>
        </w:rPr>
      </w:pPr>
      <w:r>
        <w:t xml:space="preserve"> </w:t>
      </w:r>
    </w:p>
    <w:p w:rsidR="008C70B0" w:rsidRDefault="008C70B0" w:rsidP="002A573F">
      <w:pPr>
        <w:jc w:val="center"/>
        <w:rPr>
          <w:b/>
          <w:sz w:val="28"/>
        </w:rPr>
      </w:pPr>
    </w:p>
    <w:p w:rsidR="008C70B0" w:rsidRPr="00495D11" w:rsidRDefault="008C70B0" w:rsidP="002A573F">
      <w:pPr>
        <w:jc w:val="center"/>
        <w:rPr>
          <w:sz w:val="28"/>
        </w:rPr>
      </w:pPr>
      <w:r w:rsidRPr="00495D11">
        <w:rPr>
          <w:sz w:val="28"/>
        </w:rPr>
        <w:t xml:space="preserve">АДМИНИСТРАЦИЯ БОГУЧАНСКОГО  РАЙОНА  </w:t>
      </w:r>
    </w:p>
    <w:p w:rsidR="008C70B0" w:rsidRPr="00495D11" w:rsidRDefault="008C70B0" w:rsidP="002A573F">
      <w:pPr>
        <w:jc w:val="center"/>
        <w:rPr>
          <w:sz w:val="28"/>
        </w:rPr>
      </w:pPr>
      <w:r w:rsidRPr="00495D11">
        <w:rPr>
          <w:sz w:val="28"/>
        </w:rPr>
        <w:t>КРАСНОЯРСКОГО КРАЯ</w:t>
      </w:r>
    </w:p>
    <w:p w:rsidR="008C70B0" w:rsidRPr="00495D11" w:rsidRDefault="008C70B0" w:rsidP="002A573F">
      <w:pPr>
        <w:jc w:val="center"/>
        <w:rPr>
          <w:sz w:val="28"/>
        </w:rPr>
      </w:pPr>
    </w:p>
    <w:p w:rsidR="008C70B0" w:rsidRPr="00495D11" w:rsidRDefault="008C70B0" w:rsidP="002A573F">
      <w:pPr>
        <w:jc w:val="center"/>
        <w:rPr>
          <w:sz w:val="28"/>
        </w:rPr>
      </w:pPr>
    </w:p>
    <w:p w:rsidR="008C70B0" w:rsidRPr="00495D11" w:rsidRDefault="008C70B0" w:rsidP="002A573F">
      <w:pPr>
        <w:jc w:val="center"/>
        <w:rPr>
          <w:sz w:val="28"/>
        </w:rPr>
      </w:pPr>
      <w:r w:rsidRPr="00495D11">
        <w:rPr>
          <w:sz w:val="28"/>
        </w:rPr>
        <w:t xml:space="preserve"> ПОСТАНОВЛЕНИЕ</w:t>
      </w:r>
    </w:p>
    <w:p w:rsidR="008C70B0" w:rsidRPr="00495D11" w:rsidRDefault="008C70B0" w:rsidP="002A573F">
      <w:pPr>
        <w:pStyle w:val="BodyText"/>
        <w:rPr>
          <w:szCs w:val="28"/>
        </w:rPr>
      </w:pPr>
    </w:p>
    <w:p w:rsidR="008C70B0" w:rsidRDefault="008C70B0" w:rsidP="002A573F">
      <w:pPr>
        <w:pStyle w:val="BodyText"/>
        <w:rPr>
          <w:szCs w:val="28"/>
        </w:rPr>
      </w:pPr>
      <w:r>
        <w:rPr>
          <w:szCs w:val="28"/>
        </w:rPr>
        <w:t xml:space="preserve">01.11. 2013                                       с.Богучаны                                      № 1389-п </w:t>
      </w:r>
    </w:p>
    <w:p w:rsidR="008C70B0" w:rsidRDefault="008C70B0" w:rsidP="002A573F">
      <w:pPr>
        <w:pStyle w:val="BodyText"/>
        <w:jc w:val="both"/>
        <w:rPr>
          <w:szCs w:val="28"/>
        </w:rPr>
      </w:pPr>
    </w:p>
    <w:p w:rsidR="008C70B0" w:rsidRDefault="008C70B0" w:rsidP="002A573F">
      <w:pPr>
        <w:pStyle w:val="BodyText"/>
        <w:jc w:val="both"/>
        <w:rPr>
          <w:szCs w:val="28"/>
        </w:rPr>
      </w:pPr>
      <w:r>
        <w:rPr>
          <w:szCs w:val="28"/>
        </w:rPr>
        <w:t>Об утверждении муниципальной программы «Развитие инвестиционной, инновационной деятельности, малого и среднего предпринимательства на территории  Богучанского района» на 2014  - 2016 годы</w:t>
      </w:r>
    </w:p>
    <w:p w:rsidR="008C70B0" w:rsidRDefault="008C70B0" w:rsidP="002A573F">
      <w:pPr>
        <w:jc w:val="center"/>
        <w:rPr>
          <w:sz w:val="28"/>
        </w:rPr>
      </w:pPr>
      <w:r>
        <w:rPr>
          <w:sz w:val="28"/>
        </w:rPr>
        <w:t>(в редакции  от 25.12.2013  № 1689-п)</w:t>
      </w:r>
    </w:p>
    <w:p w:rsidR="008C70B0" w:rsidRDefault="008C70B0" w:rsidP="002A573F">
      <w:pPr>
        <w:jc w:val="center"/>
        <w:rPr>
          <w:sz w:val="28"/>
        </w:rPr>
      </w:pPr>
    </w:p>
    <w:p w:rsidR="008C70B0" w:rsidRDefault="008C70B0" w:rsidP="002A573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реализации», статьями 7,8,47,48 Устава Богучанского района  ПОСТАНОВЛЯЮ:</w:t>
      </w:r>
    </w:p>
    <w:p w:rsidR="008C70B0" w:rsidRDefault="008C70B0" w:rsidP="001E300F">
      <w:pPr>
        <w:pStyle w:val="BodyText"/>
        <w:ind w:firstLine="720"/>
        <w:jc w:val="both"/>
        <w:rPr>
          <w:szCs w:val="28"/>
        </w:rPr>
      </w:pPr>
      <w:r>
        <w:rPr>
          <w:szCs w:val="28"/>
        </w:rPr>
        <w:t xml:space="preserve">1. Утвердить </w:t>
      </w:r>
      <w:r>
        <w:rPr>
          <w:color w:val="000000"/>
          <w:szCs w:val="28"/>
        </w:rPr>
        <w:t>муниципальную программу «</w:t>
      </w:r>
      <w:r>
        <w:rPr>
          <w:szCs w:val="28"/>
        </w:rPr>
        <w:t>Развитие инвестиционной, инновационной деятельности, малого и среднего предпринимательства на территории  Богучанского района» на 2014 - 2016 годы согласно приложению</w:t>
      </w:r>
      <w:r>
        <w:rPr>
          <w:color w:val="000000"/>
          <w:szCs w:val="28"/>
        </w:rPr>
        <w:t>.</w:t>
      </w:r>
    </w:p>
    <w:p w:rsidR="008C70B0" w:rsidRDefault="008C70B0" w:rsidP="002A573F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Контроль за исполнением настоящего постановления возложить на заместителя Главы администрации Богучанского района по экономике и финансам Н.В. Илиндееву.</w:t>
      </w:r>
    </w:p>
    <w:p w:rsidR="008C70B0" w:rsidRDefault="008C70B0" w:rsidP="002A573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3. </w:t>
      </w:r>
      <w:r>
        <w:rPr>
          <w:sz w:val="28"/>
          <w:szCs w:val="28"/>
        </w:rPr>
        <w:t>Постановление вступает в силу  после опубликования в Официальном вестнике Богучанского района и распространяется на правоотношения, возникшие с 1 января 2014 года.</w:t>
      </w:r>
    </w:p>
    <w:p w:rsidR="008C70B0" w:rsidRDefault="008C70B0" w:rsidP="002A573F">
      <w:pPr>
        <w:autoSpaceDE w:val="0"/>
        <w:jc w:val="both"/>
        <w:rPr>
          <w:sz w:val="28"/>
          <w:szCs w:val="28"/>
        </w:rPr>
      </w:pPr>
    </w:p>
    <w:p w:rsidR="008C70B0" w:rsidRDefault="008C70B0" w:rsidP="002A573F">
      <w:pPr>
        <w:autoSpaceDE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8C70B0" w:rsidRDefault="008C70B0" w:rsidP="002A573F">
      <w:pPr>
        <w:autoSpaceDE w:val="0"/>
        <w:rPr>
          <w:sz w:val="28"/>
          <w:szCs w:val="28"/>
        </w:rPr>
      </w:pPr>
    </w:p>
    <w:p w:rsidR="008C70B0" w:rsidRDefault="008C70B0" w:rsidP="002A573F">
      <w:pPr>
        <w:autoSpaceDE w:val="0"/>
        <w:rPr>
          <w:sz w:val="28"/>
          <w:szCs w:val="28"/>
        </w:rPr>
      </w:pPr>
      <w:r>
        <w:rPr>
          <w:sz w:val="28"/>
          <w:szCs w:val="28"/>
        </w:rPr>
        <w:t>И.о.Главы администрации</w:t>
      </w:r>
    </w:p>
    <w:p w:rsidR="008C70B0" w:rsidRDefault="008C70B0" w:rsidP="002A573F">
      <w:pPr>
        <w:autoSpaceDE w:val="0"/>
        <w:rPr>
          <w:sz w:val="28"/>
          <w:szCs w:val="28"/>
        </w:rPr>
      </w:pPr>
      <w:r>
        <w:rPr>
          <w:sz w:val="28"/>
          <w:szCs w:val="28"/>
        </w:rPr>
        <w:t>Богучанского района                                                                  А.Ю.Машинистов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p w:rsidR="008C70B0" w:rsidRDefault="008C70B0" w:rsidP="002A573F">
      <w:pPr>
        <w:autoSpaceDE w:val="0"/>
        <w:autoSpaceDN w:val="0"/>
        <w:adjustRightInd w:val="0"/>
        <w:ind w:left="5760"/>
        <w:outlineLvl w:val="0"/>
        <w:rPr>
          <w:sz w:val="22"/>
          <w:szCs w:val="22"/>
        </w:rPr>
      </w:pPr>
    </w:p>
    <w:p w:rsidR="008C70B0" w:rsidRDefault="008C70B0" w:rsidP="002A573F">
      <w:pPr>
        <w:autoSpaceDE w:val="0"/>
        <w:autoSpaceDN w:val="0"/>
        <w:adjustRightInd w:val="0"/>
        <w:ind w:left="5760"/>
        <w:outlineLvl w:val="0"/>
        <w:rPr>
          <w:sz w:val="22"/>
          <w:szCs w:val="22"/>
        </w:rPr>
      </w:pPr>
    </w:p>
    <w:p w:rsidR="008C70B0" w:rsidRDefault="008C70B0" w:rsidP="002A573F">
      <w:pPr>
        <w:autoSpaceDE w:val="0"/>
        <w:autoSpaceDN w:val="0"/>
        <w:adjustRightInd w:val="0"/>
        <w:ind w:left="5760"/>
        <w:outlineLvl w:val="0"/>
        <w:rPr>
          <w:sz w:val="22"/>
          <w:szCs w:val="22"/>
        </w:rPr>
      </w:pPr>
    </w:p>
    <w:p w:rsidR="008C70B0" w:rsidRPr="0084476D" w:rsidRDefault="008C70B0" w:rsidP="002A573F">
      <w:pPr>
        <w:tabs>
          <w:tab w:val="left" w:pos="6938"/>
        </w:tabs>
        <w:rPr>
          <w:sz w:val="28"/>
          <w:szCs w:val="28"/>
        </w:rPr>
      </w:pPr>
    </w:p>
    <w:sectPr w:rsidR="008C70B0" w:rsidRPr="0084476D" w:rsidSect="00397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73F"/>
    <w:rsid w:val="000719CE"/>
    <w:rsid w:val="001D58E1"/>
    <w:rsid w:val="001E300F"/>
    <w:rsid w:val="002A573F"/>
    <w:rsid w:val="002E32C6"/>
    <w:rsid w:val="00397957"/>
    <w:rsid w:val="003E6ABE"/>
    <w:rsid w:val="00433755"/>
    <w:rsid w:val="004926AC"/>
    <w:rsid w:val="00495D11"/>
    <w:rsid w:val="004E4CE2"/>
    <w:rsid w:val="005142B9"/>
    <w:rsid w:val="005D0419"/>
    <w:rsid w:val="005F0F23"/>
    <w:rsid w:val="006D22DD"/>
    <w:rsid w:val="007D378B"/>
    <w:rsid w:val="007D3DCF"/>
    <w:rsid w:val="008042AC"/>
    <w:rsid w:val="0084476D"/>
    <w:rsid w:val="00846097"/>
    <w:rsid w:val="00857CB4"/>
    <w:rsid w:val="008C70B0"/>
    <w:rsid w:val="008D1EED"/>
    <w:rsid w:val="00920CB0"/>
    <w:rsid w:val="00994505"/>
    <w:rsid w:val="00A92E80"/>
    <w:rsid w:val="00B22A42"/>
    <w:rsid w:val="00B2507C"/>
    <w:rsid w:val="00B3347D"/>
    <w:rsid w:val="00B66655"/>
    <w:rsid w:val="00B97591"/>
    <w:rsid w:val="00BA6C5B"/>
    <w:rsid w:val="00C4201F"/>
    <w:rsid w:val="00CB1261"/>
    <w:rsid w:val="00D00697"/>
    <w:rsid w:val="00DC2A6E"/>
    <w:rsid w:val="00EA760A"/>
    <w:rsid w:val="00F433DE"/>
    <w:rsid w:val="00F8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BodyText">
    <w:name w:val="Body Text"/>
    <w:basedOn w:val="Normal"/>
    <w:link w:val="BodyTextChar"/>
    <w:uiPriority w:val="99"/>
    <w:rsid w:val="002A573F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214</Words>
  <Characters>1220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cp:lastPrinted>2013-10-29T12:15:00Z</cp:lastPrinted>
  <dcterms:created xsi:type="dcterms:W3CDTF">2013-09-05T04:56:00Z</dcterms:created>
  <dcterms:modified xsi:type="dcterms:W3CDTF">2013-12-26T08:28:00Z</dcterms:modified>
</cp:coreProperties>
</file>